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915" w:rsidRPr="0011290E" w:rsidRDefault="009C5EB5" w:rsidP="00145915">
      <w:pPr>
        <w:jc w:val="center"/>
        <w:rPr>
          <w:rFonts w:ascii="ＭＳ ゴシック" w:eastAsia="ＭＳ ゴシック" w:hAnsi="ＭＳ ゴシック"/>
          <w:lang w:eastAsia="zh-TW"/>
        </w:rPr>
      </w:pPr>
      <w:bookmarkStart w:id="0" w:name="_GoBack"/>
      <w:bookmarkEnd w:id="0"/>
      <w:r w:rsidRPr="0011290E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国際交流員派遣</w:t>
      </w:r>
      <w:r w:rsidRPr="0011290E">
        <w:rPr>
          <w:rFonts w:ascii="ＭＳ ゴシック" w:eastAsia="ＭＳ ゴシック" w:hAnsi="ＭＳ ゴシック" w:hint="eastAsia"/>
          <w:sz w:val="28"/>
          <w:szCs w:val="28"/>
          <w:lang w:eastAsia="zh-CN"/>
        </w:rPr>
        <w:t>依頼</w:t>
      </w:r>
      <w:r w:rsidR="00145915" w:rsidRPr="0011290E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書</w:t>
      </w:r>
    </w:p>
    <w:p w:rsidR="00145915" w:rsidRPr="0011290E" w:rsidRDefault="00145915">
      <w:pPr>
        <w:rPr>
          <w:lang w:eastAsia="zh-TW"/>
        </w:rPr>
      </w:pPr>
    </w:p>
    <w:p w:rsidR="00145915" w:rsidRPr="0011290E" w:rsidRDefault="00BF42C7" w:rsidP="00145915">
      <w:pPr>
        <w:jc w:val="right"/>
        <w:rPr>
          <w:lang w:eastAsia="zh-CN"/>
        </w:rPr>
      </w:pPr>
      <w:r w:rsidRPr="0011290E">
        <w:rPr>
          <w:rFonts w:hint="eastAsia"/>
          <w:lang w:eastAsia="zh-CN"/>
        </w:rPr>
        <w:t>令和</w:t>
      </w:r>
      <w:r w:rsidR="00145915" w:rsidRPr="0011290E">
        <w:rPr>
          <w:rFonts w:hint="eastAsia"/>
          <w:lang w:eastAsia="zh-CN"/>
        </w:rPr>
        <w:t xml:space="preserve">  年  月  日</w:t>
      </w:r>
    </w:p>
    <w:p w:rsidR="00145915" w:rsidRPr="0011290E" w:rsidRDefault="00145915">
      <w:pPr>
        <w:rPr>
          <w:lang w:eastAsia="zh-CN"/>
        </w:rPr>
      </w:pPr>
    </w:p>
    <w:p w:rsidR="007F3268" w:rsidRPr="0011290E" w:rsidRDefault="00A13CE2">
      <w:pPr>
        <w:ind w:firstLineChars="100" w:firstLine="240"/>
      </w:pPr>
      <w:r w:rsidRPr="0011290E">
        <w:rPr>
          <w:rFonts w:hint="eastAsia"/>
          <w:lang w:eastAsia="zh-TW"/>
        </w:rPr>
        <w:t xml:space="preserve">　山形県</w:t>
      </w:r>
      <w:r w:rsidR="00BF42C7" w:rsidRPr="0011290E">
        <w:rPr>
          <w:rFonts w:hint="eastAsia"/>
        </w:rPr>
        <w:t>みらい企画創造</w:t>
      </w:r>
      <w:r w:rsidR="00434912" w:rsidRPr="0011290E">
        <w:rPr>
          <w:rFonts w:hint="eastAsia"/>
        </w:rPr>
        <w:t>部</w:t>
      </w:r>
    </w:p>
    <w:p w:rsidR="00E17A75" w:rsidRPr="0011290E" w:rsidRDefault="00E17A75" w:rsidP="00434912">
      <w:pPr>
        <w:ind w:firstLineChars="300" w:firstLine="720"/>
        <w:rPr>
          <w:lang w:eastAsia="zh-TW"/>
        </w:rPr>
      </w:pPr>
      <w:r w:rsidRPr="0011290E">
        <w:rPr>
          <w:rFonts w:hint="eastAsia"/>
          <w:lang w:eastAsia="zh-TW"/>
        </w:rPr>
        <w:t>国際</w:t>
      </w:r>
      <w:r w:rsidR="005E4995" w:rsidRPr="0011290E">
        <w:rPr>
          <w:rFonts w:hint="eastAsia"/>
        </w:rPr>
        <w:t>人材活躍・コンベンション誘致推進</w:t>
      </w:r>
      <w:r w:rsidR="00BF42C7" w:rsidRPr="0011290E">
        <w:rPr>
          <w:rFonts w:hint="eastAsia"/>
        </w:rPr>
        <w:t>課</w:t>
      </w:r>
      <w:r w:rsidRPr="0011290E">
        <w:rPr>
          <w:rFonts w:hint="eastAsia"/>
          <w:lang w:eastAsia="zh-TW"/>
        </w:rPr>
        <w:t xml:space="preserve">長　</w:t>
      </w:r>
      <w:r w:rsidR="00434912" w:rsidRPr="0011290E">
        <w:rPr>
          <w:rFonts w:hint="eastAsia"/>
        </w:rPr>
        <w:t xml:space="preserve">　</w:t>
      </w:r>
      <w:r w:rsidRPr="0011290E">
        <w:rPr>
          <w:rFonts w:hint="eastAsia"/>
          <w:lang w:eastAsia="zh-TW"/>
        </w:rPr>
        <w:t>殿</w:t>
      </w:r>
    </w:p>
    <w:p w:rsidR="00E17A75" w:rsidRPr="0011290E" w:rsidRDefault="00E17A75">
      <w:pPr>
        <w:rPr>
          <w:lang w:eastAsia="zh-TW"/>
        </w:rPr>
      </w:pPr>
    </w:p>
    <w:p w:rsidR="00E17A75" w:rsidRPr="0011290E" w:rsidRDefault="00E17A75">
      <w:pPr>
        <w:tabs>
          <w:tab w:val="right" w:pos="7200"/>
        </w:tabs>
        <w:spacing w:line="312" w:lineRule="auto"/>
        <w:ind w:leftChars="1275" w:left="3060"/>
      </w:pPr>
      <w:r w:rsidRPr="0011290E">
        <w:rPr>
          <w:rFonts w:hint="eastAsia"/>
        </w:rPr>
        <w:t>団体名：</w:t>
      </w:r>
    </w:p>
    <w:p w:rsidR="00E17A75" w:rsidRPr="0011290E" w:rsidRDefault="00E17A75">
      <w:pPr>
        <w:tabs>
          <w:tab w:val="right" w:pos="8280"/>
        </w:tabs>
        <w:spacing w:line="312" w:lineRule="auto"/>
        <w:ind w:leftChars="1275" w:left="3060"/>
      </w:pPr>
      <w:r w:rsidRPr="0011290E">
        <w:rPr>
          <w:rFonts w:hint="eastAsia"/>
        </w:rPr>
        <w:t>代表者名：</w:t>
      </w:r>
      <w:r w:rsidRPr="0011290E">
        <w:rPr>
          <w:rFonts w:hint="eastAsia"/>
        </w:rPr>
        <w:tab/>
      </w:r>
    </w:p>
    <w:p w:rsidR="00E17A75" w:rsidRPr="0011290E" w:rsidRDefault="00E17A75" w:rsidP="003D5062">
      <w:pPr>
        <w:tabs>
          <w:tab w:val="right" w:pos="7200"/>
        </w:tabs>
        <w:spacing w:line="312" w:lineRule="auto"/>
        <w:ind w:leftChars="1275" w:left="3060"/>
      </w:pPr>
      <w:r w:rsidRPr="0011290E">
        <w:rPr>
          <w:rFonts w:hint="eastAsia"/>
        </w:rPr>
        <w:t>住所：</w:t>
      </w:r>
    </w:p>
    <w:p w:rsidR="00E17A75" w:rsidRPr="0011290E" w:rsidRDefault="00E17A75" w:rsidP="003D5062">
      <w:pPr>
        <w:tabs>
          <w:tab w:val="right" w:pos="7200"/>
        </w:tabs>
        <w:spacing w:line="312" w:lineRule="auto"/>
        <w:ind w:leftChars="1275" w:left="3060"/>
      </w:pPr>
      <w:r w:rsidRPr="0011290E">
        <w:rPr>
          <w:rFonts w:hint="eastAsia"/>
        </w:rPr>
        <w:t xml:space="preserve">担当者名： </w:t>
      </w:r>
    </w:p>
    <w:p w:rsidR="00E17A75" w:rsidRPr="0011290E" w:rsidRDefault="00E17A75" w:rsidP="003D5062">
      <w:pPr>
        <w:spacing w:line="312" w:lineRule="auto"/>
        <w:ind w:leftChars="1275" w:left="3060"/>
      </w:pPr>
      <w:r w:rsidRPr="0011290E">
        <w:rPr>
          <w:rFonts w:hint="eastAsia"/>
        </w:rPr>
        <w:t>TEL：</w:t>
      </w:r>
    </w:p>
    <w:p w:rsidR="00E17A75" w:rsidRPr="0011290E" w:rsidRDefault="00E17A75"/>
    <w:p w:rsidR="00E17A75" w:rsidRPr="0011290E" w:rsidRDefault="00E17A75">
      <w:pPr>
        <w:ind w:firstLineChars="100" w:firstLine="240"/>
      </w:pPr>
      <w:r w:rsidRPr="0011290E">
        <w:rPr>
          <w:rFonts w:hint="eastAsia"/>
        </w:rPr>
        <w:t>下記のとおり、国際交流員の派遣を依頼いたします。</w:t>
      </w:r>
    </w:p>
    <w:p w:rsidR="00E17A75" w:rsidRPr="0011290E" w:rsidRDefault="00E17A75">
      <w:pPr>
        <w:jc w:val="center"/>
      </w:pPr>
    </w:p>
    <w:p w:rsidR="00E17A75" w:rsidRPr="0011290E" w:rsidRDefault="00E17A75">
      <w:pPr>
        <w:jc w:val="center"/>
      </w:pPr>
      <w:r w:rsidRPr="0011290E">
        <w:rPr>
          <w:rFonts w:hint="eastAsia"/>
        </w:rPr>
        <w:t>記</w:t>
      </w:r>
    </w:p>
    <w:p w:rsidR="00E17A75" w:rsidRPr="0011290E" w:rsidRDefault="00E17A75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380"/>
      </w:tblGrid>
      <w:tr w:rsidR="0011290E" w:rsidRPr="0011290E">
        <w:trPr>
          <w:trHeight w:val="531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7380" w:type="dxa"/>
            <w:vAlign w:val="center"/>
          </w:tcPr>
          <w:p w:rsidR="00E17A75" w:rsidRPr="0011290E" w:rsidRDefault="00E17A75" w:rsidP="0014591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540"/>
        </w:trPr>
        <w:tc>
          <w:tcPr>
            <w:tcW w:w="1908" w:type="dxa"/>
            <w:vAlign w:val="center"/>
          </w:tcPr>
          <w:p w:rsidR="008D3661" w:rsidRPr="0011290E" w:rsidRDefault="008D3661" w:rsidP="008D3661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日　時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881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事業目的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720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場　所</w:t>
            </w:r>
          </w:p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（住　所）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720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参集予定者</w:t>
            </w:r>
          </w:p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範囲及び人数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499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国際交流員名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1076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依頼内容</w:t>
            </w:r>
          </w:p>
        </w:tc>
        <w:tc>
          <w:tcPr>
            <w:tcW w:w="7380" w:type="dxa"/>
          </w:tcPr>
          <w:p w:rsidR="00E17A75" w:rsidRPr="0011290E" w:rsidRDefault="00E17A75" w:rsidP="00556F8E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E17A75" w:rsidRPr="0011290E">
        <w:trPr>
          <w:trHeight w:val="720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交通手段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</w:tbl>
    <w:p w:rsidR="00E17A75" w:rsidRPr="0011290E" w:rsidRDefault="00E17A75"/>
    <w:sectPr w:rsidR="00E17A75" w:rsidRPr="0011290E">
      <w:headerReference w:type="default" r:id="rId6"/>
      <w:pgSz w:w="11906" w:h="16838" w:code="9"/>
      <w:pgMar w:top="1701" w:right="113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30D" w:rsidRDefault="00B0030D">
      <w:r>
        <w:separator/>
      </w:r>
    </w:p>
  </w:endnote>
  <w:endnote w:type="continuationSeparator" w:id="0">
    <w:p w:rsidR="00B0030D" w:rsidRDefault="00B0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30D" w:rsidRDefault="00B0030D">
      <w:r>
        <w:separator/>
      </w:r>
    </w:p>
  </w:footnote>
  <w:footnote w:type="continuationSeparator" w:id="0">
    <w:p w:rsidR="00B0030D" w:rsidRDefault="00B00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A75" w:rsidRDefault="00E17A75">
    <w:pPr>
      <w:pStyle w:val="a4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62"/>
    <w:rsid w:val="000E0021"/>
    <w:rsid w:val="0011290E"/>
    <w:rsid w:val="00145915"/>
    <w:rsid w:val="003D5062"/>
    <w:rsid w:val="00434912"/>
    <w:rsid w:val="004A7951"/>
    <w:rsid w:val="004D682C"/>
    <w:rsid w:val="004E240D"/>
    <w:rsid w:val="00556F8E"/>
    <w:rsid w:val="005E4995"/>
    <w:rsid w:val="007F0D0C"/>
    <w:rsid w:val="007F3268"/>
    <w:rsid w:val="008D3661"/>
    <w:rsid w:val="00940888"/>
    <w:rsid w:val="009C5EB5"/>
    <w:rsid w:val="00A13CE2"/>
    <w:rsid w:val="00A611A3"/>
    <w:rsid w:val="00AC4318"/>
    <w:rsid w:val="00AE4C83"/>
    <w:rsid w:val="00B0030D"/>
    <w:rsid w:val="00BF42C7"/>
    <w:rsid w:val="00C633FA"/>
    <w:rsid w:val="00CA58E1"/>
    <w:rsid w:val="00D72127"/>
    <w:rsid w:val="00E17A75"/>
    <w:rsid w:val="00F0660C"/>
    <w:rsid w:val="00F709BF"/>
    <w:rsid w:val="00F8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03A628E-37A5-4A80-91B5-FA25AFC4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 w:hAnsi="ＭＳ Ｐ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to%20satoshi\Application%20Data\Microsoft\Templates\&#20844;&#25991;&#26360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公文書.dot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2021-03-24T06:24:00Z</cp:lastPrinted>
  <dcterms:created xsi:type="dcterms:W3CDTF">2021-03-24T06:23:00Z</dcterms:created>
  <dcterms:modified xsi:type="dcterms:W3CDTF">2021-03-30T10:22:00Z</dcterms:modified>
</cp:coreProperties>
</file>